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5A40BF2-5B88-472B-8239-F2B7AB0551CF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